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6290A" w14:textId="77777777" w:rsidR="00B66A48" w:rsidRPr="00BD38CE" w:rsidRDefault="00D97C29" w:rsidP="00B66A48">
      <w:pPr>
        <w:rPr>
          <w:rFonts w:ascii="TT Hoves Pro" w:hAnsi="TT Hoves Pro" w:cs="Arial"/>
          <w:b/>
          <w:sz w:val="28"/>
          <w:szCs w:val="28"/>
        </w:rPr>
      </w:pPr>
      <w:r w:rsidRPr="00BD38CE">
        <w:rPr>
          <w:rFonts w:ascii="TT Hoves Pro" w:hAnsi="TT Hoves Pro"/>
          <w:noProof/>
        </w:rPr>
        <w:drawing>
          <wp:anchor distT="0" distB="0" distL="114300" distR="114300" simplePos="0" relativeHeight="251657216" behindDoc="1" locked="0" layoutInCell="1" allowOverlap="1" wp14:anchorId="0634E9CE" wp14:editId="7CB71091">
            <wp:simplePos x="0" y="0"/>
            <wp:positionH relativeFrom="column">
              <wp:posOffset>-520065</wp:posOffset>
            </wp:positionH>
            <wp:positionV relativeFrom="paragraph">
              <wp:posOffset>-484505</wp:posOffset>
            </wp:positionV>
            <wp:extent cx="2901950" cy="859155"/>
            <wp:effectExtent l="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0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7128E5" w14:textId="77777777" w:rsidR="00AC204F" w:rsidRPr="00BD38CE" w:rsidRDefault="00AC204F" w:rsidP="00882D9C">
      <w:pPr>
        <w:jc w:val="center"/>
        <w:rPr>
          <w:rFonts w:ascii="TT Hoves Pro" w:hAnsi="TT Hoves Pro" w:cs="Arial"/>
          <w:b/>
          <w:szCs w:val="22"/>
        </w:rPr>
      </w:pPr>
    </w:p>
    <w:p w14:paraId="003A9EE1" w14:textId="77777777" w:rsidR="00223B39" w:rsidRPr="00BD38CE" w:rsidRDefault="0017030E" w:rsidP="00882D9C">
      <w:pPr>
        <w:jc w:val="center"/>
        <w:rPr>
          <w:rFonts w:ascii="TT Hoves Pro" w:hAnsi="TT Hoves Pro" w:cs="Arial"/>
        </w:rPr>
      </w:pPr>
      <w:r w:rsidRPr="00BD38CE">
        <w:rPr>
          <w:rFonts w:ascii="TT Hoves Pro" w:hAnsi="TT Hoves Pro" w:cs="Arial"/>
          <w:b/>
          <w:sz w:val="32"/>
          <w:szCs w:val="32"/>
        </w:rPr>
        <w:t>DECLARATION SUR L’HONNEUR</w:t>
      </w:r>
    </w:p>
    <w:p w14:paraId="63EDCE5D" w14:textId="77777777" w:rsidR="00223B39" w:rsidRPr="00BD38CE" w:rsidRDefault="0017030E" w:rsidP="00882D9C">
      <w:pPr>
        <w:jc w:val="center"/>
        <w:rPr>
          <w:rFonts w:ascii="TT Hoves Pro" w:hAnsi="TT Hoves Pro" w:cs="Arial"/>
          <w:i/>
          <w:sz w:val="28"/>
        </w:rPr>
      </w:pPr>
      <w:r w:rsidRPr="00BD38CE">
        <w:rPr>
          <w:rFonts w:ascii="TT Hoves Pro" w:hAnsi="TT Hoves Pro" w:cs="Arial"/>
          <w:i/>
        </w:rPr>
        <w:t>(Rédiger une déclaration</w:t>
      </w:r>
      <w:r w:rsidR="00223B39" w:rsidRPr="00BD38CE">
        <w:rPr>
          <w:rFonts w:ascii="TT Hoves Pro" w:hAnsi="TT Hoves Pro" w:cs="Arial"/>
          <w:i/>
        </w:rPr>
        <w:t xml:space="preserve"> distincte par lot sollicité</w:t>
      </w:r>
      <w:r w:rsidR="00223B39" w:rsidRPr="00BD38CE">
        <w:rPr>
          <w:rFonts w:ascii="TT Hoves Pro" w:hAnsi="TT Hoves Pro" w:cs="Arial"/>
          <w:i/>
          <w:sz w:val="28"/>
        </w:rPr>
        <w:t>)</w:t>
      </w:r>
    </w:p>
    <w:p w14:paraId="3512C192" w14:textId="77777777" w:rsidR="00223B39" w:rsidRPr="00BD38CE" w:rsidRDefault="00223B39" w:rsidP="00882D9C">
      <w:pPr>
        <w:jc w:val="center"/>
        <w:rPr>
          <w:rFonts w:ascii="TT Hoves Pro" w:hAnsi="TT Hoves Pro" w:cs="Arial"/>
          <w:sz w:val="28"/>
        </w:rPr>
      </w:pPr>
    </w:p>
    <w:p w14:paraId="2B98C29A" w14:textId="77777777" w:rsidR="00BF24A7" w:rsidRPr="00BD38CE" w:rsidRDefault="00223B39" w:rsidP="0055169B">
      <w:pPr>
        <w:spacing w:after="120"/>
        <w:rPr>
          <w:rFonts w:ascii="TT Hoves Pro" w:hAnsi="TT Hoves Pro" w:cs="Arial"/>
          <w:sz w:val="22"/>
          <w:szCs w:val="22"/>
        </w:rPr>
      </w:pPr>
      <w:r w:rsidRPr="00BD38CE">
        <w:rPr>
          <w:rFonts w:ascii="TT Hoves Pro" w:hAnsi="TT Hoves Pro" w:cs="Arial"/>
          <w:sz w:val="22"/>
          <w:szCs w:val="22"/>
        </w:rPr>
        <w:t>Je soussigné</w:t>
      </w:r>
      <w:r w:rsidR="00BD38CE">
        <w:rPr>
          <w:rFonts w:ascii="TT Hoves Pro" w:hAnsi="TT Hoves Pro" w:cs="Arial"/>
          <w:sz w:val="22"/>
          <w:szCs w:val="22"/>
        </w:rPr>
        <w:t>(e),</w:t>
      </w:r>
    </w:p>
    <w:p w14:paraId="1E6E4924" w14:textId="77777777" w:rsidR="00223B39" w:rsidRPr="00BD38CE" w:rsidRDefault="00BF24A7" w:rsidP="00581EF0">
      <w:pPr>
        <w:tabs>
          <w:tab w:val="right" w:leader="dot" w:pos="9498"/>
        </w:tabs>
        <w:spacing w:after="240"/>
        <w:rPr>
          <w:rFonts w:ascii="TT Hoves Pro" w:hAnsi="TT Hoves Pro" w:cs="Arial"/>
          <w:sz w:val="22"/>
          <w:szCs w:val="22"/>
        </w:rPr>
      </w:pPr>
      <w:r w:rsidRPr="00BD38CE">
        <w:rPr>
          <w:rFonts w:ascii="TT Hoves Pro" w:hAnsi="TT Hoves Pro" w:cs="Arial"/>
          <w:sz w:val="22"/>
          <w:szCs w:val="22"/>
        </w:rPr>
        <w:t>N</w:t>
      </w:r>
      <w:r w:rsidR="00581EF0">
        <w:rPr>
          <w:rFonts w:ascii="TT Hoves Pro" w:hAnsi="TT Hoves Pro" w:cs="Arial"/>
          <w:sz w:val="22"/>
          <w:szCs w:val="22"/>
        </w:rPr>
        <w:t>om</w:t>
      </w:r>
      <w:r w:rsidRPr="00BD38CE">
        <w:rPr>
          <w:rFonts w:ascii="TT Hoves Pro" w:hAnsi="TT Hoves Pro" w:cs="Arial"/>
          <w:sz w:val="22"/>
          <w:szCs w:val="22"/>
        </w:rPr>
        <w:t xml:space="preserve"> </w:t>
      </w:r>
      <w:r w:rsidR="00223B39" w:rsidRPr="00BD38CE">
        <w:rPr>
          <w:rFonts w:ascii="TT Hoves Pro" w:hAnsi="TT Hoves Pro" w:cs="Arial"/>
          <w:sz w:val="22"/>
          <w:szCs w:val="22"/>
        </w:rPr>
        <w:t xml:space="preserve">: </w:t>
      </w:r>
      <w:r w:rsidRPr="00BD38CE">
        <w:rPr>
          <w:rFonts w:ascii="TT Hoves Pro" w:hAnsi="TT Hoves Pro" w:cs="Arial"/>
          <w:sz w:val="22"/>
          <w:szCs w:val="22"/>
        </w:rPr>
        <w:tab/>
      </w:r>
    </w:p>
    <w:p w14:paraId="07F8B097" w14:textId="77777777" w:rsidR="00223B39" w:rsidRPr="00BD38CE" w:rsidRDefault="00223B39" w:rsidP="00581EF0">
      <w:pPr>
        <w:tabs>
          <w:tab w:val="right" w:leader="dot" w:pos="9498"/>
        </w:tabs>
        <w:spacing w:after="240"/>
        <w:rPr>
          <w:rFonts w:ascii="TT Hoves Pro" w:hAnsi="TT Hoves Pro" w:cs="Arial"/>
          <w:sz w:val="22"/>
          <w:szCs w:val="22"/>
        </w:rPr>
      </w:pPr>
      <w:r w:rsidRPr="00BD38CE">
        <w:rPr>
          <w:rFonts w:ascii="TT Hoves Pro" w:hAnsi="TT Hoves Pro" w:cs="Arial"/>
          <w:sz w:val="22"/>
          <w:szCs w:val="22"/>
        </w:rPr>
        <w:t xml:space="preserve">Prénoms : </w:t>
      </w:r>
      <w:r w:rsidR="00BF24A7" w:rsidRPr="00BD38CE">
        <w:rPr>
          <w:rFonts w:ascii="TT Hoves Pro" w:hAnsi="TT Hoves Pro" w:cs="Arial"/>
          <w:sz w:val="22"/>
          <w:szCs w:val="22"/>
        </w:rPr>
        <w:tab/>
      </w:r>
    </w:p>
    <w:p w14:paraId="6A9B4168" w14:textId="77777777" w:rsidR="0017030E" w:rsidRPr="00BD38CE" w:rsidRDefault="0017030E" w:rsidP="00581EF0">
      <w:pPr>
        <w:tabs>
          <w:tab w:val="right" w:leader="dot" w:pos="9498"/>
        </w:tabs>
        <w:spacing w:after="240"/>
        <w:rPr>
          <w:rFonts w:ascii="TT Hoves Pro" w:hAnsi="TT Hoves Pro" w:cs="Arial"/>
          <w:sz w:val="22"/>
          <w:szCs w:val="22"/>
        </w:rPr>
      </w:pPr>
      <w:r w:rsidRPr="00BD38CE">
        <w:rPr>
          <w:rFonts w:ascii="TT Hoves Pro" w:hAnsi="TT Hoves Pro" w:cs="Arial"/>
          <w:sz w:val="22"/>
          <w:szCs w:val="22"/>
        </w:rPr>
        <w:t xml:space="preserve">Nationalité : </w:t>
      </w:r>
      <w:r w:rsidR="00BF24A7" w:rsidRPr="00BD38CE">
        <w:rPr>
          <w:rFonts w:ascii="TT Hoves Pro" w:hAnsi="TT Hoves Pro" w:cs="Arial"/>
          <w:sz w:val="22"/>
          <w:szCs w:val="22"/>
        </w:rPr>
        <w:tab/>
      </w:r>
    </w:p>
    <w:p w14:paraId="61292798" w14:textId="77777777" w:rsidR="00223B39" w:rsidRPr="00BD38CE" w:rsidRDefault="00223B39" w:rsidP="00581EF0">
      <w:pPr>
        <w:tabs>
          <w:tab w:val="right" w:leader="dot" w:pos="9498"/>
        </w:tabs>
        <w:spacing w:after="240"/>
        <w:rPr>
          <w:rFonts w:ascii="TT Hoves Pro" w:hAnsi="TT Hoves Pro" w:cs="Arial"/>
          <w:sz w:val="22"/>
          <w:szCs w:val="22"/>
        </w:rPr>
      </w:pPr>
      <w:r w:rsidRPr="00BD38CE">
        <w:rPr>
          <w:rFonts w:ascii="TT Hoves Pro" w:hAnsi="TT Hoves Pro" w:cs="Arial"/>
          <w:sz w:val="22"/>
          <w:szCs w:val="22"/>
        </w:rPr>
        <w:t xml:space="preserve">Demeurant à : </w:t>
      </w:r>
      <w:r w:rsidR="00BF24A7" w:rsidRPr="00BD38CE">
        <w:rPr>
          <w:rFonts w:ascii="TT Hoves Pro" w:hAnsi="TT Hoves Pro" w:cs="Arial"/>
          <w:sz w:val="22"/>
          <w:szCs w:val="22"/>
        </w:rPr>
        <w:tab/>
      </w:r>
    </w:p>
    <w:p w14:paraId="02E0D2E1" w14:textId="77777777" w:rsidR="00BF24A7" w:rsidRPr="00BD38CE" w:rsidRDefault="00BF24A7" w:rsidP="00581EF0">
      <w:pPr>
        <w:tabs>
          <w:tab w:val="right" w:leader="dot" w:pos="9498"/>
        </w:tabs>
        <w:spacing w:after="240"/>
        <w:rPr>
          <w:rFonts w:ascii="TT Hoves Pro" w:hAnsi="TT Hoves Pro" w:cs="Arial"/>
          <w:sz w:val="22"/>
          <w:szCs w:val="22"/>
        </w:rPr>
      </w:pPr>
      <w:r w:rsidRPr="00BD38CE">
        <w:rPr>
          <w:rFonts w:ascii="TT Hoves Pro" w:hAnsi="TT Hoves Pro" w:cs="Arial"/>
          <w:sz w:val="22"/>
          <w:szCs w:val="22"/>
        </w:rPr>
        <w:tab/>
      </w:r>
    </w:p>
    <w:p w14:paraId="0606C15B" w14:textId="77777777" w:rsidR="00223B39" w:rsidRPr="00BD38CE" w:rsidRDefault="00223B39" w:rsidP="00581EF0">
      <w:pPr>
        <w:tabs>
          <w:tab w:val="right" w:leader="dot" w:pos="9498"/>
        </w:tabs>
        <w:spacing w:after="240"/>
        <w:rPr>
          <w:rFonts w:ascii="TT Hoves Pro" w:hAnsi="TT Hoves Pro" w:cs="Arial"/>
          <w:sz w:val="22"/>
          <w:szCs w:val="22"/>
        </w:rPr>
      </w:pPr>
      <w:r w:rsidRPr="00BD38CE">
        <w:rPr>
          <w:rFonts w:ascii="TT Hoves Pro" w:hAnsi="TT Hoves Pro" w:cs="Arial"/>
          <w:sz w:val="22"/>
          <w:szCs w:val="22"/>
        </w:rPr>
        <w:t>Tél</w:t>
      </w:r>
      <w:r w:rsidR="00BF24A7" w:rsidRPr="00BD38CE">
        <w:rPr>
          <w:rFonts w:ascii="TT Hoves Pro" w:hAnsi="TT Hoves Pro" w:cs="Arial"/>
          <w:sz w:val="22"/>
          <w:szCs w:val="22"/>
        </w:rPr>
        <w:t xml:space="preserve"> : </w:t>
      </w:r>
      <w:r w:rsidR="00BF24A7" w:rsidRPr="00BD38CE">
        <w:rPr>
          <w:rFonts w:ascii="TT Hoves Pro" w:hAnsi="TT Hoves Pro" w:cs="Arial"/>
          <w:sz w:val="22"/>
          <w:szCs w:val="22"/>
        </w:rPr>
        <w:tab/>
      </w:r>
    </w:p>
    <w:p w14:paraId="4C347BB4" w14:textId="77777777" w:rsidR="005460A7" w:rsidRPr="00BD38CE" w:rsidRDefault="00223B39" w:rsidP="00581EF0">
      <w:pPr>
        <w:tabs>
          <w:tab w:val="right" w:leader="dot" w:pos="9498"/>
        </w:tabs>
        <w:spacing w:after="240"/>
        <w:rPr>
          <w:rFonts w:ascii="TT Hoves Pro" w:hAnsi="TT Hoves Pro" w:cs="Arial"/>
          <w:sz w:val="22"/>
          <w:szCs w:val="22"/>
        </w:rPr>
      </w:pPr>
      <w:r w:rsidRPr="00BD38CE">
        <w:rPr>
          <w:rFonts w:ascii="TT Hoves Pro" w:hAnsi="TT Hoves Pro" w:cs="Arial"/>
          <w:sz w:val="22"/>
          <w:szCs w:val="22"/>
        </w:rPr>
        <w:t xml:space="preserve">Email : </w:t>
      </w:r>
      <w:r w:rsidR="00BF24A7" w:rsidRPr="00BD38CE">
        <w:rPr>
          <w:rFonts w:ascii="TT Hoves Pro" w:hAnsi="TT Hoves Pro" w:cs="Arial"/>
          <w:sz w:val="22"/>
          <w:szCs w:val="22"/>
        </w:rPr>
        <w:tab/>
      </w:r>
    </w:p>
    <w:p w14:paraId="147A8957" w14:textId="77777777" w:rsidR="00BF24A7" w:rsidRPr="00BD38CE" w:rsidRDefault="00BF24A7" w:rsidP="00BF24A7">
      <w:pPr>
        <w:tabs>
          <w:tab w:val="right" w:leader="dot" w:pos="9498"/>
        </w:tabs>
        <w:jc w:val="both"/>
        <w:rPr>
          <w:rFonts w:ascii="TT Hoves Pro" w:hAnsi="TT Hoves Pro" w:cs="Arial"/>
          <w:bCs/>
          <w:iCs/>
          <w:sz w:val="22"/>
          <w:szCs w:val="22"/>
        </w:rPr>
      </w:pPr>
    </w:p>
    <w:p w14:paraId="3BF39ACF" w14:textId="77777777" w:rsidR="00BF24A7" w:rsidRPr="00BD38CE" w:rsidRDefault="00BF24A7" w:rsidP="00BF24A7">
      <w:pPr>
        <w:tabs>
          <w:tab w:val="right" w:leader="dot" w:pos="9498"/>
        </w:tabs>
        <w:jc w:val="both"/>
        <w:rPr>
          <w:rFonts w:ascii="TT Hoves Pro" w:hAnsi="TT Hoves Pro" w:cs="Arial"/>
          <w:bCs/>
          <w:iCs/>
          <w:sz w:val="22"/>
          <w:szCs w:val="22"/>
        </w:rPr>
      </w:pPr>
    </w:p>
    <w:p w14:paraId="0B86C6A0" w14:textId="77777777" w:rsidR="00BF24A7" w:rsidRPr="00BD38CE" w:rsidRDefault="001E6A66" w:rsidP="00FF3A20">
      <w:pPr>
        <w:tabs>
          <w:tab w:val="right" w:leader="dot" w:pos="9498"/>
        </w:tabs>
        <w:spacing w:after="120"/>
        <w:jc w:val="both"/>
        <w:rPr>
          <w:rFonts w:ascii="TT Hoves Pro" w:hAnsi="TT Hoves Pro" w:cs="Arial"/>
          <w:i/>
          <w:sz w:val="22"/>
          <w:szCs w:val="22"/>
        </w:rPr>
      </w:pPr>
      <w:r w:rsidRPr="006E6594">
        <w:rPr>
          <w:rFonts w:ascii="TT Hoves Pro" w:hAnsi="TT Hoves Pro" w:cs="Arial"/>
          <w:bCs/>
          <w:i/>
          <w:sz w:val="22"/>
          <w:szCs w:val="22"/>
        </w:rPr>
        <w:t>(</w:t>
      </w:r>
      <w:r w:rsidR="00223B39" w:rsidRPr="00BD38CE">
        <w:rPr>
          <w:rFonts w:ascii="TT Hoves Pro" w:hAnsi="TT Hoves Pro" w:cs="Arial"/>
          <w:b/>
          <w:i/>
          <w:sz w:val="22"/>
          <w:szCs w:val="22"/>
        </w:rPr>
        <w:t xml:space="preserve">À compléter impérativement pour les personnes morales : </w:t>
      </w:r>
      <w:r w:rsidR="00FF47C5" w:rsidRPr="00BD38CE">
        <w:rPr>
          <w:rFonts w:ascii="TT Hoves Pro" w:hAnsi="TT Hoves Pro" w:cs="Arial"/>
          <w:i/>
          <w:sz w:val="22"/>
          <w:szCs w:val="22"/>
        </w:rPr>
        <w:t>sociétés, associations ou groupements</w:t>
      </w:r>
      <w:r w:rsidR="00223B39" w:rsidRPr="00BD38CE">
        <w:rPr>
          <w:rFonts w:ascii="TT Hoves Pro" w:hAnsi="TT Hoves Pro" w:cs="Arial"/>
          <w:i/>
          <w:sz w:val="22"/>
          <w:szCs w:val="22"/>
        </w:rPr>
        <w:t>)</w:t>
      </w:r>
      <w:r w:rsidR="00DE0A4E">
        <w:rPr>
          <w:rFonts w:ascii="TT Hoves Pro" w:hAnsi="TT Hoves Pro" w:cs="Arial"/>
          <w:i/>
          <w:sz w:val="22"/>
          <w:szCs w:val="22"/>
        </w:rPr>
        <w:t> </w:t>
      </w:r>
    </w:p>
    <w:p w14:paraId="4C7EB048" w14:textId="77777777" w:rsidR="00BF24A7" w:rsidRPr="00BD38CE" w:rsidRDefault="00223B39" w:rsidP="00FF47C5">
      <w:pPr>
        <w:tabs>
          <w:tab w:val="right" w:leader="dot" w:pos="9498"/>
        </w:tabs>
        <w:spacing w:after="100"/>
        <w:rPr>
          <w:rFonts w:ascii="TT Hoves Pro" w:hAnsi="TT Hoves Pro" w:cs="Arial"/>
          <w:sz w:val="22"/>
          <w:szCs w:val="22"/>
        </w:rPr>
      </w:pPr>
      <w:r w:rsidRPr="00BD38CE">
        <w:rPr>
          <w:rFonts w:ascii="TT Hoves Pro" w:hAnsi="TT Hoves Pro" w:cs="Arial"/>
          <w:sz w:val="22"/>
          <w:szCs w:val="22"/>
        </w:rPr>
        <w:t>Président</w:t>
      </w:r>
      <w:r w:rsidR="00BD38CE">
        <w:rPr>
          <w:rFonts w:ascii="TT Hoves Pro" w:hAnsi="TT Hoves Pro" w:cs="Arial"/>
          <w:sz w:val="22"/>
          <w:szCs w:val="22"/>
        </w:rPr>
        <w:t>(e)</w:t>
      </w:r>
      <w:r w:rsidRPr="00BD38CE">
        <w:rPr>
          <w:rFonts w:ascii="TT Hoves Pro" w:hAnsi="TT Hoves Pro" w:cs="Arial"/>
          <w:sz w:val="22"/>
          <w:szCs w:val="22"/>
        </w:rPr>
        <w:t xml:space="preserve"> de </w:t>
      </w:r>
      <w:r w:rsidR="00BF24A7" w:rsidRPr="00BD38CE">
        <w:rPr>
          <w:rFonts w:ascii="TT Hoves Pro" w:hAnsi="TT Hoves Pro" w:cs="Arial"/>
          <w:sz w:val="22"/>
          <w:szCs w:val="22"/>
        </w:rPr>
        <w:tab/>
      </w:r>
    </w:p>
    <w:p w14:paraId="333D90ED" w14:textId="77777777" w:rsidR="005460A7" w:rsidRPr="00BD38CE" w:rsidRDefault="00223B39" w:rsidP="00FF47C5">
      <w:pPr>
        <w:tabs>
          <w:tab w:val="right" w:leader="dot" w:pos="9498"/>
        </w:tabs>
        <w:spacing w:after="100"/>
        <w:rPr>
          <w:rFonts w:ascii="TT Hoves Pro" w:hAnsi="TT Hoves Pro" w:cs="Arial"/>
          <w:sz w:val="22"/>
          <w:szCs w:val="22"/>
        </w:rPr>
      </w:pPr>
      <w:r w:rsidRPr="00BD38CE">
        <w:rPr>
          <w:rFonts w:ascii="TT Hoves Pro" w:hAnsi="TT Hoves Pro" w:cs="Arial"/>
          <w:sz w:val="22"/>
          <w:szCs w:val="22"/>
        </w:rPr>
        <w:t>et agissant pour le compte de cette société, association ou groupement dont le siège social est</w:t>
      </w:r>
      <w:r w:rsidRPr="00BD38CE">
        <w:rPr>
          <w:rFonts w:ascii="TT Hoves Pro" w:hAnsi="TT Hoves Pro"/>
          <w:sz w:val="22"/>
          <w:szCs w:val="22"/>
        </w:rPr>
        <w:t xml:space="preserve"> </w:t>
      </w:r>
      <w:r w:rsidRPr="00BD38CE">
        <w:rPr>
          <w:rFonts w:ascii="TT Hoves Pro" w:hAnsi="TT Hoves Pro" w:cs="Arial"/>
          <w:sz w:val="22"/>
          <w:szCs w:val="22"/>
        </w:rPr>
        <w:t xml:space="preserve">à </w:t>
      </w:r>
      <w:r w:rsidRPr="00BD38CE">
        <w:rPr>
          <w:rFonts w:ascii="TT Hoves Pro" w:hAnsi="TT Hoves Pro" w:cs="Arial"/>
          <w:i/>
          <w:sz w:val="22"/>
          <w:szCs w:val="22"/>
        </w:rPr>
        <w:t>(adresse)</w:t>
      </w:r>
      <w:r w:rsidRPr="00BD38CE">
        <w:rPr>
          <w:rFonts w:ascii="TT Hoves Pro" w:hAnsi="TT Hoves Pro" w:cs="Arial"/>
          <w:sz w:val="22"/>
          <w:szCs w:val="22"/>
        </w:rPr>
        <w:t xml:space="preserve"> : </w:t>
      </w:r>
      <w:r w:rsidR="00BF24A7" w:rsidRPr="00BD38CE">
        <w:rPr>
          <w:rFonts w:ascii="TT Hoves Pro" w:hAnsi="TT Hoves Pro" w:cs="Arial"/>
          <w:sz w:val="22"/>
          <w:szCs w:val="22"/>
        </w:rPr>
        <w:tab/>
      </w:r>
    </w:p>
    <w:p w14:paraId="5BED949C" w14:textId="77777777" w:rsidR="00BF24A7" w:rsidRPr="00BD38CE" w:rsidRDefault="00BF24A7" w:rsidP="00FF47C5">
      <w:pPr>
        <w:tabs>
          <w:tab w:val="right" w:leader="dot" w:pos="9498"/>
        </w:tabs>
        <w:spacing w:after="100"/>
        <w:rPr>
          <w:rFonts w:ascii="TT Hoves Pro" w:hAnsi="TT Hoves Pro" w:cs="Arial"/>
          <w:sz w:val="22"/>
          <w:szCs w:val="22"/>
        </w:rPr>
      </w:pPr>
      <w:r w:rsidRPr="00BD38CE">
        <w:rPr>
          <w:rFonts w:ascii="TT Hoves Pro" w:hAnsi="TT Hoves Pro" w:cs="Arial"/>
          <w:sz w:val="22"/>
          <w:szCs w:val="22"/>
        </w:rPr>
        <w:tab/>
      </w:r>
    </w:p>
    <w:p w14:paraId="446B0D92" w14:textId="77777777" w:rsidR="00FF47C5" w:rsidRPr="00BD38CE" w:rsidRDefault="00FF47C5" w:rsidP="0055169B">
      <w:pPr>
        <w:spacing w:before="120" w:after="120"/>
        <w:rPr>
          <w:rFonts w:ascii="TT Hoves Pro" w:hAnsi="TT Hoves Pro" w:cs="Arial"/>
          <w:b/>
          <w:sz w:val="22"/>
          <w:szCs w:val="22"/>
        </w:rPr>
      </w:pPr>
    </w:p>
    <w:p w14:paraId="59F47F44" w14:textId="77777777" w:rsidR="0055169B" w:rsidRPr="00BD38CE" w:rsidRDefault="0055169B" w:rsidP="00BD38CE">
      <w:pPr>
        <w:spacing w:after="120"/>
        <w:rPr>
          <w:rFonts w:ascii="TT Hoves Pro" w:hAnsi="TT Hoves Pro" w:cs="Arial"/>
          <w:b/>
          <w:sz w:val="22"/>
          <w:szCs w:val="22"/>
        </w:rPr>
      </w:pPr>
      <w:r w:rsidRPr="00BD38CE">
        <w:rPr>
          <w:rFonts w:ascii="TT Hoves Pro" w:hAnsi="TT Hoves Pro" w:cs="Arial"/>
          <w:b/>
          <w:sz w:val="22"/>
          <w:szCs w:val="22"/>
        </w:rPr>
        <w:t xml:space="preserve">DECLARE SUR L’HONNEUR, </w:t>
      </w:r>
    </w:p>
    <w:p w14:paraId="13C33CC1" w14:textId="77777777" w:rsidR="0017030E" w:rsidRPr="003500F5" w:rsidRDefault="00723634" w:rsidP="003500F5">
      <w:pPr>
        <w:spacing w:after="60"/>
        <w:ind w:left="567"/>
        <w:rPr>
          <w:rFonts w:ascii="TT Hoves Pro" w:hAnsi="TT Hoves Pro" w:cs="Arial"/>
          <w:b/>
          <w:sz w:val="22"/>
          <w:szCs w:val="22"/>
        </w:rPr>
      </w:pPr>
      <w:r w:rsidRPr="00723634">
        <w:rPr>
          <w:rFonts w:ascii="TT Hoves Pro" w:hAnsi="TT Hoves Pro" w:cs="Arial"/>
          <w:sz w:val="28"/>
          <w:szCs w:val="28"/>
        </w:rPr>
        <w:sym w:font="Wingdings" w:char="F0A8"/>
      </w:r>
      <w:r>
        <w:rPr>
          <w:rFonts w:ascii="TT Hoves Pro" w:hAnsi="TT Hoves Pro" w:cs="Arial"/>
          <w:b/>
          <w:bCs/>
          <w:sz w:val="22"/>
          <w:szCs w:val="22"/>
        </w:rPr>
        <w:t xml:space="preserve"> </w:t>
      </w:r>
      <w:r w:rsidR="0017030E" w:rsidRPr="003500F5">
        <w:rPr>
          <w:rFonts w:ascii="TT Hoves Pro" w:hAnsi="TT Hoves Pro" w:cs="Arial"/>
          <w:b/>
          <w:bCs/>
          <w:sz w:val="22"/>
          <w:szCs w:val="22"/>
        </w:rPr>
        <w:t>ne pas avoir</w:t>
      </w:r>
      <w:r w:rsidR="00E428CB" w:rsidRPr="003500F5">
        <w:rPr>
          <w:rFonts w:ascii="TT Hoves Pro" w:hAnsi="TT Hoves Pro" w:cs="Arial"/>
          <w:b/>
          <w:bCs/>
          <w:sz w:val="22"/>
          <w:szCs w:val="22"/>
        </w:rPr>
        <w:t>,</w:t>
      </w:r>
      <w:r w:rsidR="0017030E" w:rsidRPr="003500F5">
        <w:rPr>
          <w:rFonts w:ascii="TT Hoves Pro" w:hAnsi="TT Hoves Pro" w:cs="Arial"/>
          <w:b/>
          <w:bCs/>
          <w:sz w:val="22"/>
          <w:szCs w:val="22"/>
        </w:rPr>
        <w:t xml:space="preserve"> depuis 5 ans</w:t>
      </w:r>
      <w:r w:rsidR="0017030E" w:rsidRPr="003500F5">
        <w:rPr>
          <w:rFonts w:ascii="TT Hoves Pro" w:hAnsi="TT Hoves Pro" w:cs="Arial"/>
          <w:sz w:val="22"/>
          <w:szCs w:val="22"/>
        </w:rPr>
        <w:t xml:space="preserve"> :</w:t>
      </w:r>
    </w:p>
    <w:p w14:paraId="43FE84EA" w14:textId="77777777" w:rsidR="0017030E" w:rsidRPr="006037FF" w:rsidRDefault="0017030E" w:rsidP="006037FF">
      <w:pPr>
        <w:pStyle w:val="Paragraphedeliste"/>
        <w:numPr>
          <w:ilvl w:val="0"/>
          <w:numId w:val="15"/>
        </w:numPr>
        <w:spacing w:after="60"/>
        <w:jc w:val="both"/>
        <w:rPr>
          <w:rFonts w:ascii="TT Hoves Pro" w:hAnsi="TT Hoves Pro" w:cs="Arial"/>
          <w:sz w:val="22"/>
          <w:szCs w:val="22"/>
        </w:rPr>
      </w:pPr>
      <w:r w:rsidRPr="006037FF">
        <w:rPr>
          <w:rFonts w:ascii="TT Hoves Pro" w:hAnsi="TT Hoves Pro" w:cs="Arial"/>
          <w:sz w:val="22"/>
          <w:szCs w:val="22"/>
        </w:rPr>
        <w:t>fait l’objet d’une mesure de retrait de permis de chasser pour infraction de chasse,</w:t>
      </w:r>
    </w:p>
    <w:p w14:paraId="163DE5D1" w14:textId="77777777" w:rsidR="0017030E" w:rsidRPr="006037FF" w:rsidRDefault="0017030E" w:rsidP="006037FF">
      <w:pPr>
        <w:pStyle w:val="Paragraphedeliste"/>
        <w:numPr>
          <w:ilvl w:val="0"/>
          <w:numId w:val="15"/>
        </w:numPr>
        <w:spacing w:after="60"/>
        <w:jc w:val="both"/>
        <w:rPr>
          <w:rFonts w:ascii="TT Hoves Pro" w:hAnsi="TT Hoves Pro" w:cs="Arial"/>
          <w:sz w:val="22"/>
          <w:szCs w:val="22"/>
        </w:rPr>
      </w:pPr>
      <w:r w:rsidRPr="006037FF">
        <w:rPr>
          <w:rFonts w:ascii="TT Hoves Pro" w:hAnsi="TT Hoves Pro" w:cs="Arial"/>
          <w:sz w:val="22"/>
          <w:szCs w:val="22"/>
        </w:rPr>
        <w:t>subi une condamnation devenue définitive pour délit ou contravention en matière</w:t>
      </w:r>
      <w:r w:rsidR="00616EDE" w:rsidRPr="006037FF">
        <w:rPr>
          <w:rFonts w:ascii="TT Hoves Pro" w:hAnsi="TT Hoves Pro" w:cs="Arial"/>
          <w:sz w:val="22"/>
          <w:szCs w:val="22"/>
        </w:rPr>
        <w:t xml:space="preserve"> </w:t>
      </w:r>
      <w:r w:rsidRPr="006037FF">
        <w:rPr>
          <w:rFonts w:ascii="TT Hoves Pro" w:hAnsi="TT Hoves Pro" w:cs="Arial"/>
          <w:sz w:val="22"/>
          <w:szCs w:val="22"/>
        </w:rPr>
        <w:t>de chasse ou de protection de la nature réprimés par le code de l’environnement (</w:t>
      </w:r>
      <w:r w:rsidR="0055169B" w:rsidRPr="006037FF">
        <w:rPr>
          <w:rFonts w:ascii="TT Hoves Pro" w:hAnsi="TT Hoves Pro" w:cs="Arial"/>
          <w:sz w:val="22"/>
          <w:szCs w:val="22"/>
        </w:rPr>
        <w:t xml:space="preserve">contraventions </w:t>
      </w:r>
      <w:r w:rsidRPr="006037FF">
        <w:rPr>
          <w:rFonts w:ascii="TT Hoves Pro" w:hAnsi="TT Hoves Pro" w:cs="Arial"/>
          <w:sz w:val="22"/>
          <w:szCs w:val="22"/>
        </w:rPr>
        <w:t>de la 3</w:t>
      </w:r>
      <w:r w:rsidRPr="006037FF">
        <w:rPr>
          <w:rFonts w:ascii="TT Hoves Pro" w:hAnsi="TT Hoves Pro" w:cs="Arial"/>
          <w:sz w:val="22"/>
          <w:szCs w:val="22"/>
          <w:vertAlign w:val="superscript"/>
        </w:rPr>
        <w:t>ème</w:t>
      </w:r>
      <w:r w:rsidRPr="006037FF">
        <w:rPr>
          <w:rFonts w:ascii="TT Hoves Pro" w:hAnsi="TT Hoves Pro" w:cs="Arial"/>
          <w:sz w:val="22"/>
          <w:szCs w:val="22"/>
        </w:rPr>
        <w:t xml:space="preserve"> à la 5</w:t>
      </w:r>
      <w:r w:rsidRPr="006037FF">
        <w:rPr>
          <w:rFonts w:ascii="TT Hoves Pro" w:hAnsi="TT Hoves Pro" w:cs="Arial"/>
          <w:sz w:val="22"/>
          <w:szCs w:val="22"/>
          <w:vertAlign w:val="superscript"/>
        </w:rPr>
        <w:t>ème</w:t>
      </w:r>
      <w:r w:rsidRPr="006037FF">
        <w:rPr>
          <w:rFonts w:ascii="TT Hoves Pro" w:hAnsi="TT Hoves Pro" w:cs="Arial"/>
          <w:sz w:val="22"/>
          <w:szCs w:val="22"/>
        </w:rPr>
        <w:t xml:space="preserve"> classe) ou bien p</w:t>
      </w:r>
      <w:r w:rsidR="005460A7" w:rsidRPr="006037FF">
        <w:rPr>
          <w:rFonts w:ascii="TT Hoves Pro" w:hAnsi="TT Hoves Pro" w:cs="Arial"/>
          <w:sz w:val="22"/>
          <w:szCs w:val="22"/>
        </w:rPr>
        <w:t xml:space="preserve">our outrage ou violences à </w:t>
      </w:r>
      <w:r w:rsidRPr="006037FF">
        <w:rPr>
          <w:rFonts w:ascii="TT Hoves Pro" w:hAnsi="TT Hoves Pro" w:cs="Arial"/>
          <w:sz w:val="22"/>
          <w:szCs w:val="22"/>
        </w:rPr>
        <w:t>agents de la force publique o</w:t>
      </w:r>
      <w:r w:rsidR="005460A7" w:rsidRPr="006037FF">
        <w:rPr>
          <w:rFonts w:ascii="TT Hoves Pro" w:hAnsi="TT Hoves Pro" w:cs="Arial"/>
          <w:sz w:val="22"/>
          <w:szCs w:val="22"/>
        </w:rPr>
        <w:t xml:space="preserve">u pour diffamation envers IDF Nature </w:t>
      </w:r>
      <w:r w:rsidRPr="006037FF">
        <w:rPr>
          <w:rFonts w:ascii="TT Hoves Pro" w:hAnsi="TT Hoves Pro" w:cs="Arial"/>
          <w:sz w:val="22"/>
          <w:szCs w:val="22"/>
        </w:rPr>
        <w:t xml:space="preserve">ou ses </w:t>
      </w:r>
      <w:r w:rsidR="00FF47C5" w:rsidRPr="006037FF">
        <w:rPr>
          <w:rFonts w:ascii="TT Hoves Pro" w:hAnsi="TT Hoves Pro" w:cs="Arial"/>
          <w:sz w:val="22"/>
          <w:szCs w:val="22"/>
        </w:rPr>
        <w:t>agents ;</w:t>
      </w:r>
    </w:p>
    <w:p w14:paraId="5FA6507A" w14:textId="77777777" w:rsidR="001E6A66" w:rsidRPr="006037FF" w:rsidRDefault="0017030E" w:rsidP="006037FF">
      <w:pPr>
        <w:pStyle w:val="Paragraphedeliste"/>
        <w:numPr>
          <w:ilvl w:val="0"/>
          <w:numId w:val="15"/>
        </w:numPr>
        <w:spacing w:after="60"/>
        <w:jc w:val="both"/>
        <w:rPr>
          <w:rFonts w:ascii="TT Hoves Pro" w:hAnsi="TT Hoves Pro" w:cs="Arial"/>
          <w:sz w:val="22"/>
          <w:szCs w:val="22"/>
        </w:rPr>
      </w:pPr>
      <w:r w:rsidRPr="006037FF">
        <w:rPr>
          <w:rFonts w:ascii="TT Hoves Pro" w:hAnsi="TT Hoves Pro" w:cs="Arial"/>
          <w:sz w:val="22"/>
          <w:szCs w:val="22"/>
        </w:rPr>
        <w:t>fait l’objet de deux transactions pour délit ou contravention en matière de chasse ou de</w:t>
      </w:r>
      <w:r w:rsidR="00770B05" w:rsidRPr="006037FF">
        <w:rPr>
          <w:rFonts w:ascii="TT Hoves Pro" w:hAnsi="TT Hoves Pro" w:cs="Arial"/>
          <w:sz w:val="22"/>
          <w:szCs w:val="22"/>
        </w:rPr>
        <w:t> </w:t>
      </w:r>
      <w:r w:rsidRPr="008373D4">
        <w:rPr>
          <w:rFonts w:ascii="TT Hoves Pro" w:hAnsi="TT Hoves Pro" w:cs="Arial"/>
          <w:sz w:val="22"/>
          <w:szCs w:val="22"/>
        </w:rPr>
        <w:t>protection de</w:t>
      </w:r>
      <w:r w:rsidR="0098704C" w:rsidRPr="008373D4">
        <w:rPr>
          <w:rFonts w:ascii="TT Hoves Pro" w:hAnsi="TT Hoves Pro" w:cs="Arial"/>
          <w:sz w:val="22"/>
          <w:szCs w:val="22"/>
        </w:rPr>
        <w:t xml:space="preserve"> la</w:t>
      </w:r>
      <w:r w:rsidRPr="008373D4">
        <w:rPr>
          <w:rFonts w:ascii="TT Hoves Pro" w:hAnsi="TT Hoves Pro" w:cs="Arial"/>
          <w:sz w:val="22"/>
          <w:szCs w:val="22"/>
        </w:rPr>
        <w:t xml:space="preserve"> nature</w:t>
      </w:r>
      <w:r w:rsidRPr="006037FF">
        <w:rPr>
          <w:rFonts w:ascii="TT Hoves Pro" w:hAnsi="TT Hoves Pro" w:cs="Arial"/>
          <w:sz w:val="22"/>
          <w:szCs w:val="22"/>
        </w:rPr>
        <w:t xml:space="preserve"> réprimées par le code de l’environnement.</w:t>
      </w:r>
    </w:p>
    <w:p w14:paraId="0A6A3217" w14:textId="77777777" w:rsidR="0055169B" w:rsidRPr="003500F5" w:rsidRDefault="00723634" w:rsidP="003500F5">
      <w:pPr>
        <w:spacing w:before="240" w:after="60"/>
        <w:ind w:left="567"/>
        <w:jc w:val="both"/>
        <w:rPr>
          <w:rFonts w:ascii="TT Hoves Pro" w:hAnsi="TT Hoves Pro" w:cs="Arial"/>
          <w:sz w:val="22"/>
          <w:szCs w:val="22"/>
        </w:rPr>
      </w:pPr>
      <w:r w:rsidRPr="00723634">
        <w:rPr>
          <w:rFonts w:ascii="TT Hoves Pro" w:hAnsi="TT Hoves Pro" w:cs="Arial"/>
          <w:sz w:val="28"/>
          <w:szCs w:val="28"/>
        </w:rPr>
        <w:sym w:font="Wingdings" w:char="F0A8"/>
      </w:r>
      <w:r>
        <w:rPr>
          <w:rFonts w:ascii="TT Hoves Pro" w:hAnsi="TT Hoves Pro" w:cs="Arial"/>
          <w:b/>
          <w:bCs/>
          <w:sz w:val="22"/>
          <w:szCs w:val="22"/>
        </w:rPr>
        <w:t xml:space="preserve"> </w:t>
      </w:r>
      <w:r w:rsidR="0055169B" w:rsidRPr="003500F5">
        <w:rPr>
          <w:rFonts w:ascii="TT Hoves Pro" w:hAnsi="TT Hoves Pro" w:cs="Arial"/>
          <w:b/>
          <w:bCs/>
          <w:sz w:val="22"/>
          <w:szCs w:val="22"/>
        </w:rPr>
        <w:t xml:space="preserve">avoir depuis 5 ans fait l’objet des mesures suivantes </w:t>
      </w:r>
      <w:r w:rsidR="0055169B" w:rsidRPr="003500F5">
        <w:rPr>
          <w:rFonts w:ascii="TT Hoves Pro" w:hAnsi="TT Hoves Pro" w:cs="Arial"/>
          <w:i/>
          <w:iCs/>
          <w:sz w:val="20"/>
          <w:szCs w:val="20"/>
        </w:rPr>
        <w:t>(uniquement pour les candidats qui ne sont pas dans la situation ci-dessus sinon inscrire « sans objet ») </w:t>
      </w:r>
      <w:r w:rsidR="0055169B" w:rsidRPr="003500F5">
        <w:rPr>
          <w:rFonts w:ascii="TT Hoves Pro" w:hAnsi="TT Hoves Pro" w:cs="Arial"/>
          <w:i/>
          <w:sz w:val="22"/>
          <w:szCs w:val="22"/>
        </w:rPr>
        <w:t>:</w:t>
      </w:r>
    </w:p>
    <w:p w14:paraId="271040B3" w14:textId="77777777" w:rsidR="0055169B" w:rsidRPr="00BD38CE" w:rsidRDefault="0055169B" w:rsidP="0055169B">
      <w:pPr>
        <w:pStyle w:val="Paragraphedeliste"/>
        <w:tabs>
          <w:tab w:val="right" w:leader="dot" w:pos="9498"/>
        </w:tabs>
        <w:spacing w:after="60"/>
        <w:ind w:left="709" w:right="-1"/>
        <w:jc w:val="both"/>
        <w:rPr>
          <w:rFonts w:ascii="TT Hoves Pro" w:hAnsi="TT Hoves Pro" w:cs="Arial"/>
          <w:sz w:val="22"/>
          <w:szCs w:val="22"/>
        </w:rPr>
      </w:pPr>
      <w:r w:rsidRPr="00BD38CE">
        <w:rPr>
          <w:rFonts w:ascii="TT Hoves Pro" w:hAnsi="TT Hoves Pro" w:cs="Arial"/>
          <w:sz w:val="22"/>
          <w:szCs w:val="22"/>
        </w:rPr>
        <w:tab/>
      </w:r>
    </w:p>
    <w:p w14:paraId="358ECA2D" w14:textId="77777777" w:rsidR="0055169B" w:rsidRPr="00BD38CE" w:rsidRDefault="0055169B" w:rsidP="0055169B">
      <w:pPr>
        <w:pStyle w:val="Paragraphedeliste"/>
        <w:tabs>
          <w:tab w:val="right" w:leader="dot" w:pos="9498"/>
        </w:tabs>
        <w:spacing w:after="60"/>
        <w:ind w:left="709" w:right="-1"/>
        <w:jc w:val="both"/>
        <w:rPr>
          <w:rFonts w:ascii="TT Hoves Pro" w:hAnsi="TT Hoves Pro" w:cs="Arial"/>
          <w:sz w:val="22"/>
          <w:szCs w:val="22"/>
        </w:rPr>
      </w:pPr>
      <w:r w:rsidRPr="00BD38CE">
        <w:rPr>
          <w:rFonts w:ascii="TT Hoves Pro" w:hAnsi="TT Hoves Pro" w:cs="Arial"/>
          <w:sz w:val="22"/>
          <w:szCs w:val="22"/>
        </w:rPr>
        <w:tab/>
      </w:r>
    </w:p>
    <w:p w14:paraId="41EEEE33" w14:textId="77777777" w:rsidR="005460A7" w:rsidRDefault="00223B39" w:rsidP="00927A73">
      <w:pPr>
        <w:spacing w:before="360" w:after="120"/>
        <w:rPr>
          <w:rFonts w:ascii="TT Hoves Pro" w:hAnsi="TT Hoves Pro" w:cs="Arial"/>
          <w:b/>
          <w:sz w:val="22"/>
          <w:szCs w:val="22"/>
        </w:rPr>
      </w:pPr>
      <w:r w:rsidRPr="00BD38CE">
        <w:rPr>
          <w:rFonts w:ascii="TT Hoves Pro" w:hAnsi="TT Hoves Pro" w:cs="Arial"/>
          <w:b/>
          <w:sz w:val="22"/>
          <w:szCs w:val="22"/>
          <w:u w:val="single"/>
        </w:rPr>
        <w:t>Date</w:t>
      </w:r>
      <w:r w:rsidR="0017030E" w:rsidRPr="00BD38CE">
        <w:rPr>
          <w:rFonts w:ascii="TT Hoves Pro" w:hAnsi="TT Hoves Pro" w:cs="Arial"/>
          <w:b/>
          <w:sz w:val="22"/>
          <w:szCs w:val="22"/>
          <w:u w:val="single"/>
        </w:rPr>
        <w:t xml:space="preserve"> et </w:t>
      </w:r>
      <w:r w:rsidR="006B51EF" w:rsidRPr="00BD38CE">
        <w:rPr>
          <w:rFonts w:ascii="TT Hoves Pro" w:hAnsi="TT Hoves Pro" w:cs="Arial"/>
          <w:b/>
          <w:sz w:val="22"/>
          <w:szCs w:val="22"/>
          <w:u w:val="single"/>
        </w:rPr>
        <w:t>signature</w:t>
      </w:r>
      <w:r w:rsidR="006B51EF" w:rsidRPr="003511AF">
        <w:rPr>
          <w:rFonts w:ascii="TT Hoves Pro" w:hAnsi="TT Hoves Pro" w:cs="Arial"/>
          <w:b/>
          <w:sz w:val="22"/>
          <w:szCs w:val="22"/>
        </w:rPr>
        <w:t> </w:t>
      </w:r>
      <w:r w:rsidR="003511AF" w:rsidRPr="003511AF">
        <w:rPr>
          <w:rFonts w:ascii="TT Hoves Pro" w:hAnsi="TT Hoves Pro" w:cs="Arial"/>
          <w:b/>
          <w:sz w:val="22"/>
          <w:szCs w:val="22"/>
        </w:rPr>
        <w:t>:</w:t>
      </w:r>
    </w:p>
    <w:sectPr w:rsidR="005460A7" w:rsidSect="00B701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134" w:bottom="851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EFCF6" w14:textId="77777777" w:rsidR="00616FDC" w:rsidRDefault="00616FDC" w:rsidP="00B2527D">
      <w:r>
        <w:separator/>
      </w:r>
    </w:p>
  </w:endnote>
  <w:endnote w:type="continuationSeparator" w:id="0">
    <w:p w14:paraId="1B8BD78B" w14:textId="77777777" w:rsidR="00616FDC" w:rsidRDefault="00616FDC" w:rsidP="00B25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una">
    <w:altName w:val="Calibri"/>
    <w:charset w:val="00"/>
    <w:family w:val="auto"/>
    <w:pitch w:val="variable"/>
    <w:sig w:usb0="800000AF" w:usb1="5000204A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 Hoves Pro">
    <w:altName w:val="Calibri"/>
    <w:charset w:val="00"/>
    <w:family w:val="swiss"/>
    <w:pitch w:val="variable"/>
    <w:sig w:usb0="A000027F" w:usb1="5000A4FB" w:usb2="00000000" w:usb3="00000000" w:csb0="0000009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A9F45" w14:textId="77777777" w:rsidR="00927A73" w:rsidRDefault="00927A7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E619B" w14:textId="77777777" w:rsidR="00581EF0" w:rsidRPr="00C06FFA" w:rsidRDefault="00581EF0">
    <w:pPr>
      <w:pStyle w:val="Pieddepage"/>
      <w:jc w:val="center"/>
      <w:rPr>
        <w:rFonts w:ascii="TT Hoves Pro" w:hAnsi="TT Hoves Pro"/>
        <w:b/>
        <w:bCs/>
        <w:sz w:val="18"/>
        <w:szCs w:val="18"/>
      </w:rPr>
    </w:pPr>
    <w:r w:rsidRPr="00C06FFA">
      <w:rPr>
        <w:rFonts w:ascii="TT Hoves Pro" w:hAnsi="TT Hoves Pro"/>
        <w:sz w:val="18"/>
        <w:szCs w:val="18"/>
      </w:rPr>
      <w:t xml:space="preserve">Déclaration sur l’honneur </w:t>
    </w:r>
  </w:p>
  <w:p w14:paraId="6AF371F7" w14:textId="77777777" w:rsidR="00CB5C76" w:rsidRPr="0016123A" w:rsidRDefault="00CB5C76" w:rsidP="00CB5C76">
    <w:pPr>
      <w:pStyle w:val="Pieddepage"/>
      <w:jc w:val="center"/>
      <w:rPr>
        <w:rFonts w:ascii="Arial" w:hAnsi="Arial" w:cs="Arial"/>
        <w:iCs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05457" w14:textId="77777777" w:rsidR="00927A73" w:rsidRDefault="00927A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144D8" w14:textId="77777777" w:rsidR="00616FDC" w:rsidRDefault="00616FDC" w:rsidP="00B2527D">
      <w:r>
        <w:separator/>
      </w:r>
    </w:p>
  </w:footnote>
  <w:footnote w:type="continuationSeparator" w:id="0">
    <w:p w14:paraId="15685E39" w14:textId="77777777" w:rsidR="00616FDC" w:rsidRDefault="00616FDC" w:rsidP="00B252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51513" w14:textId="77777777" w:rsidR="00927A73" w:rsidRDefault="00927A7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C8FB3" w14:textId="77777777" w:rsidR="00927A73" w:rsidRDefault="00927A7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B7DD1" w14:textId="77777777" w:rsidR="00927A73" w:rsidRDefault="00927A7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313D1"/>
    <w:multiLevelType w:val="hybridMultilevel"/>
    <w:tmpl w:val="40845CFA"/>
    <w:lvl w:ilvl="0" w:tplc="040C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7D8E3238">
      <w:numFmt w:val="bullet"/>
      <w:lvlText w:val="-"/>
      <w:lvlJc w:val="left"/>
      <w:pPr>
        <w:ind w:left="1364" w:hanging="360"/>
      </w:pPr>
      <w:rPr>
        <w:rFonts w:ascii="Sauna" w:eastAsia="Times New Roman" w:hAnsi="Sauna" w:cs="Arial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B2630C4"/>
    <w:multiLevelType w:val="hybridMultilevel"/>
    <w:tmpl w:val="29A89A2C"/>
    <w:lvl w:ilvl="0" w:tplc="7D8E3238">
      <w:numFmt w:val="bullet"/>
      <w:lvlText w:val="-"/>
      <w:lvlJc w:val="left"/>
      <w:pPr>
        <w:ind w:left="1429" w:hanging="360"/>
      </w:pPr>
      <w:rPr>
        <w:rFonts w:ascii="Sauna" w:eastAsia="Times New Roman" w:hAnsi="Sauna" w:cs="Aria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0C83E6B"/>
    <w:multiLevelType w:val="hybridMultilevel"/>
    <w:tmpl w:val="7F0EBBF4"/>
    <w:lvl w:ilvl="0" w:tplc="7D8E3238">
      <w:numFmt w:val="bullet"/>
      <w:lvlText w:val="-"/>
      <w:lvlJc w:val="left"/>
      <w:pPr>
        <w:ind w:left="1287" w:hanging="360"/>
      </w:pPr>
      <w:rPr>
        <w:rFonts w:ascii="Sauna" w:eastAsia="Times New Roman" w:hAnsi="Sauna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3E83CEA"/>
    <w:multiLevelType w:val="hybridMultilevel"/>
    <w:tmpl w:val="03006BD4"/>
    <w:lvl w:ilvl="0" w:tplc="25B271F6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36E8C"/>
    <w:multiLevelType w:val="hybridMultilevel"/>
    <w:tmpl w:val="D5686F9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7B0182"/>
    <w:multiLevelType w:val="hybridMultilevel"/>
    <w:tmpl w:val="A0DC8330"/>
    <w:lvl w:ilvl="0" w:tplc="51C217CE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376EF"/>
    <w:multiLevelType w:val="hybridMultilevel"/>
    <w:tmpl w:val="11F0A226"/>
    <w:lvl w:ilvl="0" w:tplc="7D8E3238">
      <w:numFmt w:val="bullet"/>
      <w:lvlText w:val="-"/>
      <w:lvlJc w:val="left"/>
      <w:pPr>
        <w:ind w:left="1004" w:hanging="360"/>
      </w:pPr>
      <w:rPr>
        <w:rFonts w:ascii="Sauna" w:eastAsia="Times New Roman" w:hAnsi="Sauna" w:cs="Aria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BE923C7"/>
    <w:multiLevelType w:val="hybridMultilevel"/>
    <w:tmpl w:val="707238A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F3A47"/>
    <w:multiLevelType w:val="hybridMultilevel"/>
    <w:tmpl w:val="B656A4CC"/>
    <w:lvl w:ilvl="0" w:tplc="255A36C0">
      <w:start w:val="1"/>
      <w:numFmt w:val="bullet"/>
      <w:lvlText w:val=""/>
      <w:lvlJc w:val="left"/>
      <w:pPr>
        <w:ind w:left="9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 w15:restartNumberingAfterBreak="0">
    <w:nsid w:val="5ED4357A"/>
    <w:multiLevelType w:val="hybridMultilevel"/>
    <w:tmpl w:val="A61E44C2"/>
    <w:lvl w:ilvl="0" w:tplc="040C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5F00461A"/>
    <w:multiLevelType w:val="hybridMultilevel"/>
    <w:tmpl w:val="6FBE4F4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696B59"/>
    <w:multiLevelType w:val="hybridMultilevel"/>
    <w:tmpl w:val="0EA092A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26577C"/>
    <w:multiLevelType w:val="hybridMultilevel"/>
    <w:tmpl w:val="7C4846BA"/>
    <w:lvl w:ilvl="0" w:tplc="7D8E3238">
      <w:numFmt w:val="bullet"/>
      <w:lvlText w:val="-"/>
      <w:lvlJc w:val="left"/>
      <w:pPr>
        <w:ind w:left="1146" w:hanging="360"/>
      </w:pPr>
      <w:rPr>
        <w:rFonts w:ascii="Sauna" w:eastAsia="Times New Roman" w:hAnsi="Sauna" w:cs="Aria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72CC424C"/>
    <w:multiLevelType w:val="hybridMultilevel"/>
    <w:tmpl w:val="19D442D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FF5322"/>
    <w:multiLevelType w:val="hybridMultilevel"/>
    <w:tmpl w:val="977C123E"/>
    <w:lvl w:ilvl="0" w:tplc="51C217CE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433074">
    <w:abstractNumId w:val="14"/>
  </w:num>
  <w:num w:numId="2" w16cid:durableId="1919899984">
    <w:abstractNumId w:val="5"/>
  </w:num>
  <w:num w:numId="3" w16cid:durableId="182671981">
    <w:abstractNumId w:val="3"/>
  </w:num>
  <w:num w:numId="4" w16cid:durableId="1196384229">
    <w:abstractNumId w:val="4"/>
  </w:num>
  <w:num w:numId="5" w16cid:durableId="565458280">
    <w:abstractNumId w:val="11"/>
  </w:num>
  <w:num w:numId="6" w16cid:durableId="461965748">
    <w:abstractNumId w:val="7"/>
  </w:num>
  <w:num w:numId="7" w16cid:durableId="36710847">
    <w:abstractNumId w:val="8"/>
  </w:num>
  <w:num w:numId="8" w16cid:durableId="1279918875">
    <w:abstractNumId w:val="10"/>
  </w:num>
  <w:num w:numId="9" w16cid:durableId="139079532">
    <w:abstractNumId w:val="0"/>
  </w:num>
  <w:num w:numId="10" w16cid:durableId="142937649">
    <w:abstractNumId w:val="1"/>
  </w:num>
  <w:num w:numId="11" w16cid:durableId="1077018998">
    <w:abstractNumId w:val="6"/>
  </w:num>
  <w:num w:numId="12" w16cid:durableId="1756125409">
    <w:abstractNumId w:val="13"/>
  </w:num>
  <w:num w:numId="13" w16cid:durableId="1125387400">
    <w:abstractNumId w:val="12"/>
  </w:num>
  <w:num w:numId="14" w16cid:durableId="238751313">
    <w:abstractNumId w:val="9"/>
  </w:num>
  <w:num w:numId="15" w16cid:durableId="14987664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FDC"/>
    <w:rsid w:val="00035B34"/>
    <w:rsid w:val="000826DF"/>
    <w:rsid w:val="000927A8"/>
    <w:rsid w:val="000D5FFA"/>
    <w:rsid w:val="000E0C06"/>
    <w:rsid w:val="000E5EF0"/>
    <w:rsid w:val="0012241F"/>
    <w:rsid w:val="00132400"/>
    <w:rsid w:val="00151ECD"/>
    <w:rsid w:val="00152D72"/>
    <w:rsid w:val="0016123A"/>
    <w:rsid w:val="00167343"/>
    <w:rsid w:val="00167FE5"/>
    <w:rsid w:val="0017030E"/>
    <w:rsid w:val="0017037E"/>
    <w:rsid w:val="001905FC"/>
    <w:rsid w:val="001A5441"/>
    <w:rsid w:val="001D2B5C"/>
    <w:rsid w:val="001E6A66"/>
    <w:rsid w:val="002209E7"/>
    <w:rsid w:val="00223B39"/>
    <w:rsid w:val="00255450"/>
    <w:rsid w:val="002C4121"/>
    <w:rsid w:val="002D152A"/>
    <w:rsid w:val="002E68B8"/>
    <w:rsid w:val="002F4048"/>
    <w:rsid w:val="003364D7"/>
    <w:rsid w:val="00341212"/>
    <w:rsid w:val="003424EB"/>
    <w:rsid w:val="003500F5"/>
    <w:rsid w:val="003511AF"/>
    <w:rsid w:val="003606E5"/>
    <w:rsid w:val="003677D4"/>
    <w:rsid w:val="004672B1"/>
    <w:rsid w:val="004C2499"/>
    <w:rsid w:val="004C32FE"/>
    <w:rsid w:val="004E4F24"/>
    <w:rsid w:val="005460A7"/>
    <w:rsid w:val="0055169B"/>
    <w:rsid w:val="00581EF0"/>
    <w:rsid w:val="005A5599"/>
    <w:rsid w:val="005B0571"/>
    <w:rsid w:val="005D66D7"/>
    <w:rsid w:val="006037FF"/>
    <w:rsid w:val="00616EDE"/>
    <w:rsid w:val="00616FDC"/>
    <w:rsid w:val="006771A1"/>
    <w:rsid w:val="006B51EF"/>
    <w:rsid w:val="006C0631"/>
    <w:rsid w:val="006E6594"/>
    <w:rsid w:val="00723634"/>
    <w:rsid w:val="00742AAB"/>
    <w:rsid w:val="00770B05"/>
    <w:rsid w:val="0077275D"/>
    <w:rsid w:val="007C0B1F"/>
    <w:rsid w:val="007E451E"/>
    <w:rsid w:val="007F247F"/>
    <w:rsid w:val="00827E32"/>
    <w:rsid w:val="008373D4"/>
    <w:rsid w:val="00854F2E"/>
    <w:rsid w:val="008623D0"/>
    <w:rsid w:val="00876679"/>
    <w:rsid w:val="00882D9C"/>
    <w:rsid w:val="0088430D"/>
    <w:rsid w:val="009003F2"/>
    <w:rsid w:val="00927A73"/>
    <w:rsid w:val="00952F07"/>
    <w:rsid w:val="0098704C"/>
    <w:rsid w:val="009B37C6"/>
    <w:rsid w:val="00A57628"/>
    <w:rsid w:val="00A917FA"/>
    <w:rsid w:val="00A91F4D"/>
    <w:rsid w:val="00AA1893"/>
    <w:rsid w:val="00AC204F"/>
    <w:rsid w:val="00AD7D0A"/>
    <w:rsid w:val="00AF5AAE"/>
    <w:rsid w:val="00B2527D"/>
    <w:rsid w:val="00B50932"/>
    <w:rsid w:val="00B66A48"/>
    <w:rsid w:val="00B70194"/>
    <w:rsid w:val="00BA3908"/>
    <w:rsid w:val="00BC506B"/>
    <w:rsid w:val="00BD38CE"/>
    <w:rsid w:val="00BD6FCC"/>
    <w:rsid w:val="00BF24A7"/>
    <w:rsid w:val="00C06FFA"/>
    <w:rsid w:val="00C127D9"/>
    <w:rsid w:val="00C14892"/>
    <w:rsid w:val="00C30BF3"/>
    <w:rsid w:val="00C36B96"/>
    <w:rsid w:val="00C45545"/>
    <w:rsid w:val="00C47006"/>
    <w:rsid w:val="00C72133"/>
    <w:rsid w:val="00C854A6"/>
    <w:rsid w:val="00CA745D"/>
    <w:rsid w:val="00CB5C76"/>
    <w:rsid w:val="00CB67D4"/>
    <w:rsid w:val="00D05C8F"/>
    <w:rsid w:val="00D376AF"/>
    <w:rsid w:val="00D42213"/>
    <w:rsid w:val="00D4780C"/>
    <w:rsid w:val="00D57C61"/>
    <w:rsid w:val="00D97C29"/>
    <w:rsid w:val="00DC3CF7"/>
    <w:rsid w:val="00DE0A4E"/>
    <w:rsid w:val="00E1474B"/>
    <w:rsid w:val="00E428CB"/>
    <w:rsid w:val="00ED5E43"/>
    <w:rsid w:val="00EE0705"/>
    <w:rsid w:val="00EE33AF"/>
    <w:rsid w:val="00EF4573"/>
    <w:rsid w:val="00F131A6"/>
    <w:rsid w:val="00F22E57"/>
    <w:rsid w:val="00F4077A"/>
    <w:rsid w:val="00F468BB"/>
    <w:rsid w:val="00F82700"/>
    <w:rsid w:val="00F91C10"/>
    <w:rsid w:val="00FF3A20"/>
    <w:rsid w:val="00FF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B008C5"/>
  <w15:chartTrackingRefBased/>
  <w15:docId w15:val="{2C7ABE13-359F-4A1F-8182-459DD923C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5545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C45545"/>
    <w:rPr>
      <w:color w:val="0000FF"/>
      <w:u w:val="single"/>
    </w:rPr>
  </w:style>
  <w:style w:type="paragraph" w:styleId="Retraitcorpsdetexte">
    <w:name w:val="Body Text Indent"/>
    <w:basedOn w:val="Normal"/>
    <w:link w:val="RetraitcorpsdetexteCar"/>
    <w:uiPriority w:val="99"/>
    <w:rsid w:val="004E4F24"/>
    <w:pPr>
      <w:spacing w:after="120"/>
      <w:ind w:firstLine="709"/>
    </w:pPr>
    <w:rPr>
      <w:rFonts w:ascii="Arial" w:hAnsi="Arial"/>
      <w:szCs w:val="20"/>
    </w:rPr>
  </w:style>
  <w:style w:type="character" w:customStyle="1" w:styleId="RetraitcorpsdetexteCar">
    <w:name w:val="Retrait corps de texte Car"/>
    <w:link w:val="Retraitcorpsdetexte"/>
    <w:uiPriority w:val="99"/>
    <w:rsid w:val="004E4F24"/>
    <w:rPr>
      <w:rFonts w:ascii="Arial" w:hAnsi="Arial"/>
      <w:sz w:val="24"/>
      <w:lang w:val="fr-FR" w:eastAsia="fr-FR" w:bidi="ar-SA"/>
    </w:rPr>
  </w:style>
  <w:style w:type="table" w:styleId="Grilledutableau">
    <w:name w:val="Table Grid"/>
    <w:basedOn w:val="TableauNormal"/>
    <w:rsid w:val="00952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364D7"/>
    <w:pPr>
      <w:ind w:left="708"/>
    </w:pPr>
  </w:style>
  <w:style w:type="paragraph" w:styleId="En-tte">
    <w:name w:val="header"/>
    <w:basedOn w:val="Normal"/>
    <w:link w:val="En-tteCar"/>
    <w:rsid w:val="00B2527D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B2527D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B2527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2527D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0927A8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9870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02\Projets\40-PROJETS%20PARTAGES\CHASSE%20-%20PECHE\_Lots%20de%20chasse%20-%20correspondants%20locaux\baux%20de%20chasse\consultation%20nouveau%20bail\MODELES%20-%20a%20utiliser\6.%20D&#233;claration%20sur%20honneur%20-%20Mod&#232;l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6. Déclaration sur honneur - Modèle</Template>
  <TotalTime>0</TotalTime>
  <Pages>1</Pages>
  <Words>186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Agence des Espaces Verts</Company>
  <LinksUpToDate>false</LinksUpToDate>
  <CharactersWithSpaces>1209</CharactersWithSpaces>
  <SharedDoc>false</SharedDoc>
  <HLinks>
    <vt:vector size="6" baseType="variant">
      <vt:variant>
        <vt:i4>4259897</vt:i4>
      </vt:variant>
      <vt:variant>
        <vt:i4>0</vt:i4>
      </vt:variant>
      <vt:variant>
        <vt:i4>0</vt:i4>
      </vt:variant>
      <vt:variant>
        <vt:i4>5</vt:i4>
      </vt:variant>
      <vt:variant>
        <vt:lpwstr>mailto:assistantes@iledefrance-nature.fr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DUMEZ Vincent</dc:creator>
  <cp:keywords/>
  <dc:description/>
  <cp:lastModifiedBy>DUMEZ Vincent</cp:lastModifiedBy>
  <cp:revision>1</cp:revision>
  <cp:lastPrinted>2023-04-11T11:41:00Z</cp:lastPrinted>
  <dcterms:created xsi:type="dcterms:W3CDTF">2026-02-18T14:53:00Z</dcterms:created>
  <dcterms:modified xsi:type="dcterms:W3CDTF">2026-02-18T14:53:00Z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1893324490</vt:i4>
  </property>
</Properties>
</file>